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04224E" w:rsidRPr="00774454" w:rsidRDefault="0004224E" w:rsidP="00244412">
      <w:pPr>
        <w:spacing w:before="360" w:after="240"/>
        <w:rPr>
          <w:rFonts w:ascii="Calibri" w:hAnsi="Calibri"/>
          <w:i/>
        </w:rPr>
      </w:pPr>
      <w:r w:rsidRPr="00774454">
        <w:rPr>
          <w:rFonts w:ascii="Calibri" w:hAnsi="Calibri"/>
          <w:i/>
        </w:rPr>
        <w:t>Szanowny Panie Sekretarzu,</w:t>
      </w:r>
    </w:p>
    <w:p w:rsidR="00244412" w:rsidRDefault="0004224E" w:rsidP="00244412">
      <w:pPr>
        <w:spacing w:before="120" w:after="120" w:line="264" w:lineRule="auto"/>
        <w:rPr>
          <w:rFonts w:ascii="Calibri" w:hAnsi="Calibri"/>
        </w:rPr>
      </w:pPr>
      <w:r w:rsidRPr="00774454">
        <w:rPr>
          <w:rFonts w:ascii="Calibri" w:hAnsi="Calibri"/>
        </w:rPr>
        <w:t xml:space="preserve">uprzejmie informuję, iż </w:t>
      </w:r>
      <w:r w:rsidR="00301616">
        <w:rPr>
          <w:rFonts w:ascii="Calibri" w:hAnsi="Calibri"/>
        </w:rPr>
        <w:t>a</w:t>
      </w:r>
      <w:r w:rsidR="00504559">
        <w:rPr>
          <w:rFonts w:ascii="Calibri" w:hAnsi="Calibri"/>
        </w:rPr>
        <w:t>kceptuję wyjaśnienia</w:t>
      </w:r>
      <w:r w:rsidR="007D1F6C">
        <w:rPr>
          <w:rFonts w:ascii="Calibri" w:hAnsi="Calibri"/>
        </w:rPr>
        <w:t xml:space="preserve"> i korekty</w:t>
      </w:r>
      <w:r w:rsidR="004829E1">
        <w:rPr>
          <w:rFonts w:ascii="Calibri" w:hAnsi="Calibri"/>
        </w:rPr>
        <w:t xml:space="preserve"> </w:t>
      </w:r>
      <w:r w:rsidR="00504559">
        <w:rPr>
          <w:rFonts w:ascii="Calibri" w:hAnsi="Calibri"/>
        </w:rPr>
        <w:t>do raportów</w:t>
      </w:r>
      <w:r w:rsidR="007D1F6C">
        <w:rPr>
          <w:rFonts w:ascii="Calibri" w:hAnsi="Calibri"/>
        </w:rPr>
        <w:t xml:space="preserve"> za I kwartał 2021</w:t>
      </w:r>
      <w:r w:rsidRPr="00774454">
        <w:rPr>
          <w:rFonts w:ascii="Calibri" w:hAnsi="Calibri"/>
        </w:rPr>
        <w:t xml:space="preserve"> r. z postępu rzeczowo-finansowego </w:t>
      </w:r>
      <w:r w:rsidR="00504559">
        <w:rPr>
          <w:rFonts w:ascii="Calibri" w:hAnsi="Calibri"/>
        </w:rPr>
        <w:t>następujących projektów informatycznych</w:t>
      </w:r>
      <w:r w:rsidR="00EE1E5A">
        <w:rPr>
          <w:rFonts w:ascii="Calibri" w:hAnsi="Calibri"/>
        </w:rPr>
        <w:t xml:space="preserve"> pn. </w:t>
      </w:r>
      <w:r w:rsidRPr="00774454">
        <w:rPr>
          <w:rFonts w:ascii="Calibri" w:hAnsi="Calibri"/>
        </w:rPr>
        <w:t xml:space="preserve"> </w:t>
      </w:r>
    </w:p>
    <w:p w:rsidR="007D1F6C" w:rsidRPr="0096033E" w:rsidRDefault="007D1F6C" w:rsidP="007D1F6C">
      <w:pPr>
        <w:numPr>
          <w:ilvl w:val="0"/>
          <w:numId w:val="3"/>
        </w:numPr>
        <w:spacing w:before="60" w:after="60" w:line="264" w:lineRule="auto"/>
        <w:rPr>
          <w:rFonts w:ascii="Calibri" w:hAnsi="Calibri" w:cs="Arial"/>
          <w:b/>
          <w:iCs/>
        </w:rPr>
      </w:pPr>
      <w:r w:rsidRPr="005D161D">
        <w:rPr>
          <w:rFonts w:ascii="Calibri" w:eastAsia="Calibri" w:hAnsi="Calibri"/>
          <w:b/>
          <w:szCs w:val="22"/>
          <w:lang w:eastAsia="en-US"/>
        </w:rPr>
        <w:t>Budowa ogólnopolskiej wysokiej jakości i dostępności e-usług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5D161D">
        <w:rPr>
          <w:rFonts w:ascii="Calibri" w:eastAsia="Calibri" w:hAnsi="Calibri"/>
          <w:b/>
          <w:szCs w:val="22"/>
          <w:lang w:eastAsia="en-US"/>
        </w:rPr>
        <w:t xml:space="preserve">publicznych w podmiotach leczniczych utworzonych i nadzorowanych przez MON </w:t>
      </w:r>
      <w:r w:rsidRPr="005D161D">
        <w:rPr>
          <w:rFonts w:ascii="Calibri" w:eastAsia="Calibri" w:hAnsi="Calibri"/>
          <w:szCs w:val="22"/>
          <w:lang w:eastAsia="en-US"/>
        </w:rPr>
        <w:t xml:space="preserve">- wnioskodawca </w:t>
      </w:r>
      <w:r>
        <w:rPr>
          <w:rFonts w:ascii="Calibri" w:eastAsia="Calibri" w:hAnsi="Calibri"/>
          <w:szCs w:val="22"/>
          <w:lang w:eastAsia="en-US"/>
        </w:rPr>
        <w:t>Minister Obrony Narodowej</w:t>
      </w:r>
      <w:r w:rsidRPr="005D161D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Ministerstwo Obrony Narodowej</w:t>
      </w:r>
      <w:r w:rsidRPr="00FE4447">
        <w:rPr>
          <w:rFonts w:ascii="Calibri" w:hAnsi="Calibri" w:cs="Arial"/>
          <w:iCs/>
        </w:rPr>
        <w:t>;</w:t>
      </w:r>
    </w:p>
    <w:p w:rsidR="007D1F6C" w:rsidRPr="0096033E" w:rsidRDefault="007D1F6C" w:rsidP="007D1F6C">
      <w:pPr>
        <w:numPr>
          <w:ilvl w:val="0"/>
          <w:numId w:val="3"/>
        </w:numPr>
        <w:spacing w:before="120" w:after="60" w:line="264" w:lineRule="auto"/>
        <w:rPr>
          <w:rFonts w:ascii="Calibri" w:hAnsi="Calibri" w:cs="Arial"/>
          <w:b/>
        </w:rPr>
      </w:pPr>
      <w:r w:rsidRPr="00492384">
        <w:rPr>
          <w:rFonts w:asciiTheme="minorHAnsi" w:hAnsiTheme="minorHAnsi" w:cstheme="minorHAnsi"/>
          <w:b/>
        </w:rPr>
        <w:t xml:space="preserve">Budowa systemu informatycznego </w:t>
      </w:r>
      <w:proofErr w:type="spellStart"/>
      <w:r w:rsidRPr="00492384">
        <w:rPr>
          <w:rFonts w:asciiTheme="minorHAnsi" w:hAnsiTheme="minorHAnsi" w:cstheme="minorHAnsi"/>
          <w:b/>
        </w:rPr>
        <w:t>iBTM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r w:rsidRPr="00A32151">
        <w:rPr>
          <w:rFonts w:asciiTheme="minorHAnsi" w:hAnsiTheme="minorHAnsi" w:cstheme="minorHAnsi"/>
          <w:b/>
        </w:rPr>
        <w:t>-</w:t>
      </w:r>
      <w:r>
        <w:rPr>
          <w:rFonts w:ascii="Calibri" w:hAnsi="Calibri" w:cs="Arial"/>
        </w:rPr>
        <w:t xml:space="preserve"> wnioskodawca Główny Inspektor</w:t>
      </w:r>
      <w:r w:rsidRPr="00492384">
        <w:rPr>
          <w:rFonts w:ascii="Calibri" w:hAnsi="Calibri" w:cs="Arial"/>
        </w:rPr>
        <w:t xml:space="preserve"> Transportu Drogowego</w:t>
      </w:r>
      <w:r>
        <w:rPr>
          <w:rFonts w:ascii="Calibri" w:hAnsi="Calibri" w:cs="Arial"/>
        </w:rPr>
        <w:t xml:space="preserve">, beneficjent </w:t>
      </w:r>
      <w:r w:rsidRPr="00492384">
        <w:rPr>
          <w:rFonts w:ascii="Calibri" w:hAnsi="Calibri" w:cs="Arial"/>
        </w:rPr>
        <w:t>Główny Inspektorat Transportu Drogowego</w:t>
      </w:r>
      <w:r>
        <w:rPr>
          <w:rFonts w:ascii="Calibri" w:hAnsi="Calibri" w:cs="Arial"/>
        </w:rPr>
        <w:t>;</w:t>
      </w:r>
    </w:p>
    <w:p w:rsidR="007D1F6C" w:rsidRPr="00415F46" w:rsidRDefault="007D1F6C" w:rsidP="007D1F6C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>System Wsparcia Informatycznego Usług Terenowej Administracji Miar</w:t>
      </w:r>
      <w:r w:rsidRPr="009A246C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- </w:t>
      </w:r>
      <w:r w:rsidRPr="00153AA1">
        <w:rPr>
          <w:rFonts w:ascii="Calibri" w:eastAsia="Calibri" w:hAnsi="Calibri"/>
          <w:szCs w:val="22"/>
          <w:lang w:eastAsia="en-US"/>
        </w:rPr>
        <w:t>Minister Rozwoju, Pracy i Technologii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Główny Urząd Miar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7D1F6C" w:rsidRPr="00415F46" w:rsidRDefault="007D1F6C" w:rsidP="007D1F6C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B4135C">
        <w:rPr>
          <w:rFonts w:ascii="Calibri" w:eastAsia="Calibri" w:hAnsi="Calibri"/>
          <w:b/>
          <w:szCs w:val="22"/>
          <w:lang w:eastAsia="en-US"/>
        </w:rPr>
        <w:t>System informatyczny służąc</w:t>
      </w:r>
      <w:r>
        <w:rPr>
          <w:rFonts w:ascii="Calibri" w:eastAsia="Calibri" w:hAnsi="Calibri"/>
          <w:b/>
          <w:szCs w:val="22"/>
          <w:lang w:eastAsia="en-US"/>
        </w:rPr>
        <w:t>y stworzeniu środowiska cyfrowe</w:t>
      </w:r>
      <w:r w:rsidRPr="00B4135C">
        <w:rPr>
          <w:rFonts w:ascii="Calibri" w:eastAsia="Calibri" w:hAnsi="Calibri"/>
          <w:b/>
          <w:szCs w:val="22"/>
          <w:lang w:eastAsia="en-US"/>
        </w:rPr>
        <w:t xml:space="preserve">go dla realizacji usług publicznych i zadań Głównego Urzędu Miar w sprawach tachografów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A4418B">
        <w:rPr>
          <w:rFonts w:ascii="Calibri" w:eastAsia="Calibri" w:hAnsi="Calibri"/>
          <w:szCs w:val="22"/>
          <w:lang w:eastAsia="en-US"/>
        </w:rPr>
        <w:t xml:space="preserve">Minister </w:t>
      </w:r>
      <w:r w:rsidRPr="00153AA1">
        <w:rPr>
          <w:rFonts w:ascii="Calibri" w:eastAsia="Calibri" w:hAnsi="Calibri"/>
          <w:szCs w:val="22"/>
          <w:lang w:eastAsia="en-US"/>
        </w:rPr>
        <w:t>Rozwoju, Pracy i Technologii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Główny Urząd Miar</w:t>
      </w:r>
      <w:bookmarkStart w:id="0" w:name="_GoBack"/>
      <w:bookmarkEnd w:id="0"/>
    </w:p>
    <w:p w:rsidR="0004224E" w:rsidRPr="00244412" w:rsidRDefault="006C682B" w:rsidP="00244412">
      <w:pPr>
        <w:spacing w:before="240" w:after="240" w:line="264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 uznaję </w:t>
      </w:r>
      <w:r w:rsidR="0004224E" w:rsidRPr="00244412">
        <w:rPr>
          <w:rFonts w:asciiTheme="minorHAnsi" w:hAnsiTheme="minorHAnsi" w:cstheme="minorHAnsi"/>
        </w:rPr>
        <w:t>raport</w:t>
      </w:r>
      <w:r w:rsidR="00504559">
        <w:rPr>
          <w:rFonts w:asciiTheme="minorHAnsi" w:hAnsiTheme="minorHAnsi" w:cstheme="minorHAnsi"/>
        </w:rPr>
        <w:t>y</w:t>
      </w:r>
      <w:r w:rsidR="00301616" w:rsidRPr="00244412">
        <w:rPr>
          <w:rFonts w:asciiTheme="minorHAnsi" w:hAnsiTheme="minorHAnsi" w:cstheme="minorHAnsi"/>
        </w:rPr>
        <w:t xml:space="preserve"> za uzgo</w:t>
      </w:r>
      <w:r w:rsidR="00504559">
        <w:rPr>
          <w:rFonts w:asciiTheme="minorHAnsi" w:hAnsiTheme="minorHAnsi" w:cstheme="minorHAnsi"/>
        </w:rPr>
        <w:t>dnione</w:t>
      </w:r>
      <w:r w:rsidR="0004224E" w:rsidRPr="00244412">
        <w:rPr>
          <w:rFonts w:asciiTheme="minorHAnsi" w:hAnsiTheme="minorHAnsi" w:cstheme="minorHAnsi"/>
        </w:rPr>
        <w:t xml:space="preserve">. </w:t>
      </w:r>
    </w:p>
    <w:p w:rsidR="00401029" w:rsidRPr="00244412" w:rsidRDefault="00401029" w:rsidP="00F04927">
      <w:pPr>
        <w:spacing w:before="240" w:after="240" w:line="264" w:lineRule="auto"/>
        <w:rPr>
          <w:rFonts w:asciiTheme="minorHAnsi" w:eastAsia="Calibri" w:hAnsiTheme="minorHAnsi" w:cstheme="minorHAnsi"/>
          <w:b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76D" w:rsidRDefault="00A6176D">
      <w:r>
        <w:separator/>
      </w:r>
    </w:p>
  </w:endnote>
  <w:endnote w:type="continuationSeparator" w:id="0">
    <w:p w:rsidR="00A6176D" w:rsidRDefault="00A61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76D" w:rsidRDefault="00A6176D">
      <w:r>
        <w:separator/>
      </w:r>
    </w:p>
  </w:footnote>
  <w:footnote w:type="continuationSeparator" w:id="0">
    <w:p w:rsidR="00A6176D" w:rsidRDefault="00A61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4829E1" w:rsidRDefault="0033475C" w:rsidP="00404F0E">
    <w:pPr>
      <w:pStyle w:val="Nagwek"/>
      <w:jc w:val="right"/>
      <w:rPr>
        <w:rFonts w:asciiTheme="minorHAnsi" w:hAnsiTheme="minorHAnsi" w:cstheme="minorHAnsi"/>
      </w:rPr>
    </w:pPr>
    <w:r w:rsidRPr="004829E1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301616" w:rsidRDefault="007D1F6C" w:rsidP="00301616">
                          <w:pPr>
                            <w:ind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7D1F6C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DAIP.WOKRM.0102.149.1.2021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301616" w:rsidRDefault="007D1F6C" w:rsidP="00301616">
                    <w:pPr>
                      <w:ind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7D1F6C">
                      <w:rPr>
                        <w:rFonts w:ascii="Calibri" w:hAnsi="Calibri" w:cs="Calibri"/>
                        <w:sz w:val="20"/>
                        <w:szCs w:val="20"/>
                      </w:rPr>
                      <w:t>DAIP.WOKRM.0102.149.1.2021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4829E1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829E1">
      <w:rPr>
        <w:rFonts w:asciiTheme="minorHAnsi" w:hAnsiTheme="minorHAnsi" w:cstheme="minorHAnsi"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44412" w:rsidRPr="004829E1">
      <w:rPr>
        <w:rFonts w:asciiTheme="minorHAnsi" w:hAnsiTheme="minorHAnsi" w:cstheme="minorHAnsi"/>
      </w:rPr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A2D39"/>
    <w:multiLevelType w:val="hybridMultilevel"/>
    <w:tmpl w:val="47FE3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30A9B"/>
    <w:rsid w:val="0004224E"/>
    <w:rsid w:val="000A71A0"/>
    <w:rsid w:val="000D026F"/>
    <w:rsid w:val="001135DE"/>
    <w:rsid w:val="0012268A"/>
    <w:rsid w:val="00214D8D"/>
    <w:rsid w:val="00244412"/>
    <w:rsid w:val="002A0DA3"/>
    <w:rsid w:val="002C0265"/>
    <w:rsid w:val="002D6DAA"/>
    <w:rsid w:val="00301616"/>
    <w:rsid w:val="0033475C"/>
    <w:rsid w:val="00401029"/>
    <w:rsid w:val="00404F0E"/>
    <w:rsid w:val="00417572"/>
    <w:rsid w:val="00420DDB"/>
    <w:rsid w:val="00433553"/>
    <w:rsid w:val="00446181"/>
    <w:rsid w:val="0046116B"/>
    <w:rsid w:val="004633D0"/>
    <w:rsid w:val="004829E1"/>
    <w:rsid w:val="00494D0A"/>
    <w:rsid w:val="00495DA1"/>
    <w:rsid w:val="004F20D4"/>
    <w:rsid w:val="00504559"/>
    <w:rsid w:val="00554DA7"/>
    <w:rsid w:val="0058723A"/>
    <w:rsid w:val="005C7EB9"/>
    <w:rsid w:val="005E753F"/>
    <w:rsid w:val="0060027F"/>
    <w:rsid w:val="006A5C4D"/>
    <w:rsid w:val="006B6F70"/>
    <w:rsid w:val="006C682B"/>
    <w:rsid w:val="007018D3"/>
    <w:rsid w:val="0072318D"/>
    <w:rsid w:val="00741481"/>
    <w:rsid w:val="007A354D"/>
    <w:rsid w:val="007B7069"/>
    <w:rsid w:val="007D1F6C"/>
    <w:rsid w:val="00806126"/>
    <w:rsid w:val="008B1D7E"/>
    <w:rsid w:val="00935D23"/>
    <w:rsid w:val="009C2C00"/>
    <w:rsid w:val="009D4211"/>
    <w:rsid w:val="009E0CD1"/>
    <w:rsid w:val="00A363B8"/>
    <w:rsid w:val="00A436D1"/>
    <w:rsid w:val="00A471BD"/>
    <w:rsid w:val="00A6176D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F13E8"/>
    <w:rsid w:val="00D05B72"/>
    <w:rsid w:val="00D21D14"/>
    <w:rsid w:val="00D22B73"/>
    <w:rsid w:val="00DA0A66"/>
    <w:rsid w:val="00DB327B"/>
    <w:rsid w:val="00E53782"/>
    <w:rsid w:val="00E86BDA"/>
    <w:rsid w:val="00EA13E5"/>
    <w:rsid w:val="00EA7F17"/>
    <w:rsid w:val="00EE1E5A"/>
    <w:rsid w:val="00F04927"/>
    <w:rsid w:val="00F10BA4"/>
    <w:rsid w:val="00F465C6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0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29</TotalTime>
  <Pages>1</Pages>
  <Words>142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Marczak-Redecka Joanna</cp:lastModifiedBy>
  <cp:revision>11</cp:revision>
  <dcterms:created xsi:type="dcterms:W3CDTF">2021-02-08T13:27:00Z</dcterms:created>
  <dcterms:modified xsi:type="dcterms:W3CDTF">2021-05-11T11:25:00Z</dcterms:modified>
</cp:coreProperties>
</file>